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741" w:rsidRPr="004A5010" w:rsidRDefault="00952741" w:rsidP="00952741">
      <w:pPr>
        <w:ind w:rightChars="130" w:right="272"/>
        <w:jc w:val="right"/>
        <w:rPr>
          <w:rFonts w:ascii="ＭＳ 明朝" w:eastAsia="ＭＳ 明朝" w:hAnsi="ＭＳ 明朝"/>
          <w:sz w:val="21"/>
        </w:rPr>
      </w:pPr>
      <w:r w:rsidRPr="00952741">
        <w:rPr>
          <w:rFonts w:ascii="ＭＳ 明朝" w:eastAsia="ＭＳ 明朝" w:hAnsi="ＭＳ 明朝" w:hint="eastAsia"/>
          <w:spacing w:val="92"/>
          <w:kern w:val="0"/>
          <w:sz w:val="21"/>
          <w:fitText w:val="2190" w:id="-1474713342"/>
        </w:rPr>
        <w:t>教学第837</w:t>
      </w:r>
      <w:r w:rsidRPr="00952741">
        <w:rPr>
          <w:rFonts w:ascii="ＭＳ 明朝" w:eastAsia="ＭＳ 明朝" w:hAnsi="ＭＳ 明朝" w:hint="eastAsia"/>
          <w:spacing w:val="5"/>
          <w:kern w:val="0"/>
          <w:sz w:val="21"/>
          <w:fitText w:val="2190" w:id="-1474713342"/>
        </w:rPr>
        <w:t>号</w:t>
      </w:r>
    </w:p>
    <w:p w:rsidR="00A9534A" w:rsidRPr="004A5010" w:rsidRDefault="00952741" w:rsidP="00952741">
      <w:pPr>
        <w:ind w:rightChars="130" w:right="272"/>
        <w:jc w:val="right"/>
        <w:rPr>
          <w:rFonts w:ascii="ＭＳ 明朝" w:eastAsia="ＭＳ 明朝" w:hAnsi="ＭＳ 明朝"/>
          <w:kern w:val="0"/>
          <w:sz w:val="21"/>
        </w:rPr>
      </w:pPr>
      <w:r w:rsidRPr="00952741">
        <w:rPr>
          <w:rFonts w:ascii="ＭＳ 明朝" w:eastAsia="ＭＳ 明朝" w:hAnsi="ＭＳ 明朝" w:hint="eastAsia"/>
          <w:spacing w:val="36"/>
          <w:kern w:val="0"/>
          <w:sz w:val="21"/>
          <w:fitText w:val="2190" w:id="-1474713341"/>
        </w:rPr>
        <w:t>令和４年８月３</w:t>
      </w:r>
      <w:r w:rsidRPr="00952741">
        <w:rPr>
          <w:rFonts w:ascii="ＭＳ 明朝" w:eastAsia="ＭＳ 明朝" w:hAnsi="ＭＳ 明朝" w:hint="eastAsia"/>
          <w:spacing w:val="3"/>
          <w:kern w:val="0"/>
          <w:sz w:val="21"/>
          <w:fitText w:val="2190" w:id="-1474713341"/>
        </w:rPr>
        <w:t>日</w:t>
      </w:r>
      <w:bookmarkStart w:id="0" w:name="_GoBack"/>
      <w:bookmarkEnd w:id="0"/>
    </w:p>
    <w:p w:rsidR="003E03D4" w:rsidRDefault="003E03D4" w:rsidP="003E03D4">
      <w:pPr>
        <w:rPr>
          <w:rFonts w:ascii="ＭＳ 明朝" w:eastAsia="ＭＳ 明朝" w:hAnsi="ＭＳ 明朝"/>
          <w:sz w:val="21"/>
        </w:rPr>
      </w:pPr>
    </w:p>
    <w:p w:rsidR="003E03D4" w:rsidRDefault="003E03D4" w:rsidP="003E03D4">
      <w:pPr>
        <w:ind w:firstLineChars="100" w:firstLine="219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学事振興課総括課長　様</w:t>
      </w:r>
    </w:p>
    <w:p w:rsidR="003E03D4" w:rsidRDefault="003E03D4" w:rsidP="003E03D4">
      <w:pPr>
        <w:rPr>
          <w:rFonts w:ascii="ＭＳ 明朝" w:eastAsia="ＭＳ 明朝" w:hAnsi="ＭＳ 明朝"/>
          <w:sz w:val="21"/>
        </w:rPr>
      </w:pPr>
    </w:p>
    <w:p w:rsidR="003E03D4" w:rsidRDefault="003E03D4" w:rsidP="003E03D4">
      <w:pPr>
        <w:pStyle w:val="a6"/>
        <w:wordWrap w:val="0"/>
        <w:ind w:right="219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 xml:space="preserve">　</w:t>
      </w:r>
    </w:p>
    <w:p w:rsidR="003E03D4" w:rsidRDefault="002C29C1" w:rsidP="00A9534A">
      <w:pPr>
        <w:pStyle w:val="a6"/>
        <w:ind w:right="219"/>
        <w:rPr>
          <w:rFonts w:ascii="ＭＳ 明朝" w:eastAsia="ＭＳ 明朝" w:hAnsi="ＭＳ 明朝"/>
          <w:sz w:val="21"/>
        </w:rPr>
      </w:pPr>
      <w:r w:rsidRPr="00A9534A">
        <w:rPr>
          <w:rFonts w:ascii="ＭＳ 明朝" w:eastAsia="ＭＳ 明朝" w:hAnsi="ＭＳ 明朝" w:hint="eastAsia"/>
          <w:kern w:val="0"/>
          <w:sz w:val="21"/>
        </w:rPr>
        <w:t>学校教育</w:t>
      </w:r>
      <w:r w:rsidR="00A9534A">
        <w:rPr>
          <w:rFonts w:ascii="ＭＳ 明朝" w:eastAsia="ＭＳ 明朝" w:hAnsi="ＭＳ 明朝" w:hint="eastAsia"/>
          <w:kern w:val="0"/>
          <w:sz w:val="21"/>
        </w:rPr>
        <w:t>室</w:t>
      </w:r>
      <w:r w:rsidR="003E03D4" w:rsidRPr="00A9534A">
        <w:rPr>
          <w:rFonts w:ascii="ＭＳ 明朝" w:eastAsia="ＭＳ 明朝" w:hAnsi="ＭＳ 明朝" w:hint="eastAsia"/>
          <w:kern w:val="0"/>
          <w:sz w:val="21"/>
        </w:rPr>
        <w:t>長</w:t>
      </w:r>
    </w:p>
    <w:p w:rsidR="00A0617A" w:rsidRDefault="00A0617A" w:rsidP="004C3024">
      <w:pPr>
        <w:rPr>
          <w:rFonts w:ascii="ＭＳ 明朝" w:eastAsia="ＭＳ 明朝" w:hAnsi="ＭＳ 明朝"/>
          <w:sz w:val="21"/>
        </w:rPr>
      </w:pPr>
    </w:p>
    <w:p w:rsidR="003E03D4" w:rsidRDefault="003E03D4" w:rsidP="004C3024">
      <w:pPr>
        <w:rPr>
          <w:rFonts w:ascii="ＭＳ 明朝" w:eastAsia="ＭＳ 明朝" w:hAnsi="ＭＳ 明朝"/>
          <w:sz w:val="21"/>
        </w:rPr>
      </w:pPr>
    </w:p>
    <w:p w:rsidR="00A878F1" w:rsidRPr="00A0617A" w:rsidRDefault="004D46DE" w:rsidP="00A0617A">
      <w:pPr>
        <w:tabs>
          <w:tab w:val="left" w:pos="964"/>
          <w:tab w:val="left" w:pos="1930"/>
          <w:tab w:val="left" w:pos="2894"/>
          <w:tab w:val="left" w:pos="3860"/>
          <w:tab w:val="left" w:pos="4824"/>
          <w:tab w:val="left" w:pos="5790"/>
          <w:tab w:val="left" w:pos="6754"/>
          <w:tab w:val="left" w:pos="7720"/>
          <w:tab w:val="left" w:pos="8684"/>
        </w:tabs>
        <w:spacing w:line="276" w:lineRule="auto"/>
        <w:ind w:leftChars="300" w:left="627" w:rightChars="241" w:right="504"/>
        <w:jc w:val="left"/>
        <w:textAlignment w:val="baseline"/>
        <w:rPr>
          <w:rFonts w:ascii="ＭＳ 明朝" w:eastAsia="ＭＳ 明朝" w:hAnsi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E52B8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A0617A" w:rsidRPr="009610DE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年度使用教科書に係る音声教材の需要数調査について（依頼）</w:t>
      </w:r>
    </w:p>
    <w:p w:rsidR="00C64146" w:rsidRPr="00C64146" w:rsidRDefault="004C3024" w:rsidP="003E03D4">
      <w:pPr>
        <w:rPr>
          <w:rFonts w:ascii="ＭＳ 明朝" w:eastAsia="ＭＳ 明朝" w:hAnsi="Times New Roman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hint="eastAsia"/>
          <w:sz w:val="21"/>
        </w:rPr>
        <w:t xml:space="preserve">　このことについて、別添</w:t>
      </w:r>
      <w:r w:rsidR="00A72CD4">
        <w:rPr>
          <w:rFonts w:ascii="ＭＳ 明朝" w:eastAsia="ＭＳ 明朝" w:hAnsi="ＭＳ 明朝" w:hint="eastAsia"/>
          <w:sz w:val="21"/>
        </w:rPr>
        <w:t>写し</w:t>
      </w:r>
      <w:r w:rsidR="00930A1D">
        <w:rPr>
          <w:rFonts w:ascii="ＭＳ 明朝" w:eastAsia="ＭＳ 明朝" w:hAnsi="ＭＳ 明朝" w:hint="eastAsia"/>
          <w:sz w:val="21"/>
        </w:rPr>
        <w:t>のとおり文部科学省初等中等教育局教科書課</w:t>
      </w:r>
      <w:r w:rsidR="00A0617A">
        <w:rPr>
          <w:rFonts w:ascii="ＭＳ 明朝" w:eastAsia="ＭＳ 明朝" w:hAnsi="ＭＳ 明朝" w:hint="eastAsia"/>
          <w:sz w:val="21"/>
        </w:rPr>
        <w:t>から</w:t>
      </w:r>
      <w:r w:rsidR="003E03D4">
        <w:rPr>
          <w:rFonts w:ascii="ＭＳ 明朝" w:eastAsia="ＭＳ 明朝" w:hAnsi="ＭＳ 明朝" w:hint="eastAsia"/>
          <w:sz w:val="21"/>
        </w:rPr>
        <w:t>依頼がありましたので、各私立小・中学校への依頼をお願いします。</w:t>
      </w:r>
    </w:p>
    <w:p w:rsidR="00256E3D" w:rsidRPr="00C64146" w:rsidRDefault="00256E3D" w:rsidP="00256E3D">
      <w:pPr>
        <w:spacing w:line="276" w:lineRule="auto"/>
        <w:rPr>
          <w:rFonts w:ascii="ＭＳ 明朝" w:eastAsia="ＭＳ 明朝" w:hAnsi="ＭＳ 明朝"/>
          <w:sz w:val="21"/>
        </w:rPr>
      </w:pPr>
    </w:p>
    <w:p w:rsidR="00256E3D" w:rsidRPr="00930A1D" w:rsidRDefault="00256E3D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Pr="00C62F45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Pr="00C64146" w:rsidRDefault="00C64146" w:rsidP="00C64146">
      <w:pPr>
        <w:rPr>
          <w:rFonts w:ascii="ＭＳ 明朝" w:eastAsia="ＭＳ 明朝" w:hAnsi="ＭＳ 明朝"/>
          <w:sz w:val="21"/>
        </w:rPr>
      </w:pPr>
    </w:p>
    <w:p w:rsidR="00C64146" w:rsidRDefault="00C64146" w:rsidP="00C64146">
      <w:pPr>
        <w:rPr>
          <w:rFonts w:ascii="ＭＳ 明朝" w:eastAsia="ＭＳ 明朝" w:hAnsi="ＭＳ 明朝"/>
          <w:sz w:val="21"/>
        </w:rPr>
      </w:pPr>
    </w:p>
    <w:p w:rsidR="00A0617A" w:rsidRDefault="00A9534A" w:rsidP="00C64146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Times New Roman"/>
          <w:noProof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8FED8" wp14:editId="7E358B1E">
                <wp:simplePos x="0" y="0"/>
                <wp:positionH relativeFrom="column">
                  <wp:posOffset>2809875</wp:posOffset>
                </wp:positionH>
                <wp:positionV relativeFrom="paragraph">
                  <wp:posOffset>110490</wp:posOffset>
                </wp:positionV>
                <wp:extent cx="2562225" cy="108585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 xml:space="preserve">特別支援教育担当　</w:t>
                            </w:r>
                          </w:p>
                          <w:p w:rsidR="00A9534A" w:rsidRPr="00673AB6" w:rsidRDefault="00AE52B8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150" w:firstLine="314"/>
                            </w:pPr>
                            <w:r>
                              <w:rPr>
                                <w:rFonts w:hint="eastAsia"/>
                              </w:rPr>
                              <w:t>指導主事　　竹田友一郎</w:t>
                            </w:r>
                          </w:p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05"/>
                              <w:rPr>
                                <w:rFonts w:hAnsi="Times New Roman"/>
                                <w:spacing w:val="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019-629-614</w:t>
                            </w:r>
                            <w:r>
                              <w:rPr>
                                <w:rFonts w:hint="eastAsia"/>
                              </w:rPr>
                              <w:t>3（直通）</w:t>
                            </w:r>
                          </w:p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25"/>
                              <w:rPr>
                                <w:rFonts w:hAnsi="Times New Roman"/>
                                <w:spacing w:val="6"/>
                              </w:rPr>
                            </w:pP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eq \o\ad(</w:instrText>
                            </w:r>
                            <w:r>
                              <w:instrText>FAX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hAnsi="Times New Roman" w:hint="eastAsia"/>
                              </w:rPr>
                              <w:instrText xml:space="preserve">　　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t>FAX</w: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019-629-6144</w:t>
                            </w:r>
                          </w:p>
                          <w:p w:rsidR="00A9534A" w:rsidRDefault="00A9534A" w:rsidP="00A9534A">
                            <w:pPr>
                              <w:snapToGrid w:val="0"/>
                              <w:ind w:firstLineChars="50" w:firstLine="125"/>
                            </w:pP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t>Email</w:t>
                            </w:r>
                            <w:r>
                              <w:rPr>
                                <w:rFonts w:hAnsi="Times New Roman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E52B8"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t>y-takeda</w:t>
                            </w:r>
                            <w:r w:rsidRPr="006B411D">
                              <w:rPr>
                                <w:rFonts w:hAnsi="Times New Roman" w:hint="eastAsia"/>
                                <w:sz w:val="24"/>
                                <w:szCs w:val="24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8FE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21.25pt;margin-top:8.7pt;width:201.75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">
                <v:textbox inset="5.85pt,.7pt,5.85pt,.7pt">
                  <w:txbxContent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 xml:space="preserve">特別支援教育担当　</w:t>
                      </w:r>
                    </w:p>
                    <w:p w:rsidR="00A9534A" w:rsidRPr="00673AB6" w:rsidRDefault="00AE52B8" w:rsidP="00A9534A">
                      <w:pPr>
                        <w:kinsoku w:val="0"/>
                        <w:overflowPunct w:val="0"/>
                        <w:snapToGrid w:val="0"/>
                        <w:ind w:firstLineChars="150" w:firstLine="314"/>
                      </w:pPr>
                      <w:r>
                        <w:rPr>
                          <w:rFonts w:hint="eastAsia"/>
                        </w:rPr>
                        <w:t>指導主事　　竹田友一郎</w:t>
                      </w:r>
                    </w:p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05"/>
                        <w:rPr>
                          <w:rFonts w:hAnsi="Times New Roman"/>
                          <w:spacing w:val="6"/>
                        </w:rPr>
                      </w:pPr>
                      <w:r>
                        <w:rPr>
                          <w:rFonts w:hint="eastAsia"/>
                        </w:rPr>
                        <w:t>電話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019-629-614</w:t>
                      </w:r>
                      <w:r>
                        <w:rPr>
                          <w:rFonts w:hint="eastAsia"/>
                        </w:rPr>
                        <w:t>3（直通）</w:t>
                      </w:r>
                    </w:p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25"/>
                        <w:rPr>
                          <w:rFonts w:hAnsi="Times New Roman"/>
                          <w:spacing w:val="6"/>
                        </w:rPr>
                      </w:pP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eq \o\ad(</w:instrText>
                      </w:r>
                      <w:r>
                        <w:instrText>FAX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,</w:instrText>
                      </w:r>
                      <w:r>
                        <w:rPr>
                          <w:rFonts w:hAnsi="Times New Roman" w:hint="eastAsia"/>
                        </w:rPr>
                        <w:instrText xml:space="preserve">　　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)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separate"/>
                      </w:r>
                      <w:r>
                        <w:t>FAX</w: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end"/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019-629-6144</w:t>
                      </w:r>
                    </w:p>
                    <w:p w:rsidR="00A9534A" w:rsidRDefault="00A9534A" w:rsidP="00A9534A">
                      <w:pPr>
                        <w:snapToGrid w:val="0"/>
                        <w:ind w:firstLineChars="50" w:firstLine="125"/>
                      </w:pPr>
                      <w:r>
                        <w:rPr>
                          <w:rFonts w:hAnsi="Times New Roman"/>
                          <w:sz w:val="24"/>
                          <w:szCs w:val="24"/>
                        </w:rPr>
                        <w:t>Email</w:t>
                      </w:r>
                      <w:r>
                        <w:rPr>
                          <w:rFonts w:hAnsi="Times New Roman" w:hint="eastAsia"/>
                          <w:sz w:val="24"/>
                          <w:szCs w:val="24"/>
                        </w:rPr>
                        <w:t xml:space="preserve">　</w:t>
                      </w:r>
                      <w:r w:rsidR="00AE52B8">
                        <w:rPr>
                          <w:rFonts w:hAnsi="Times New Roman"/>
                          <w:sz w:val="24"/>
                          <w:szCs w:val="24"/>
                        </w:rPr>
                        <w:t>y-takeda</w:t>
                      </w:r>
                      <w:r w:rsidRPr="006B411D">
                        <w:rPr>
                          <w:rFonts w:hAnsi="Times New Roman" w:hint="eastAsia"/>
                          <w:sz w:val="24"/>
                          <w:szCs w:val="24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:rsidR="00A0617A" w:rsidRDefault="00A0617A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sectPr w:rsidR="00C64146" w:rsidSect="002C29C1">
      <w:pgSz w:w="11906" w:h="16838" w:code="9"/>
      <w:pgMar w:top="1985" w:right="1701" w:bottom="1701" w:left="1701" w:header="1077" w:footer="851" w:gutter="0"/>
      <w:cols w:space="425"/>
      <w:docGrid w:type="linesAndChars" w:linePitch="307" w:charSpace="1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0D1" w:rsidRDefault="00A040D1" w:rsidP="0047317A">
      <w:r>
        <w:separator/>
      </w:r>
    </w:p>
  </w:endnote>
  <w:endnote w:type="continuationSeparator" w:id="0">
    <w:p w:rsidR="00A040D1" w:rsidRDefault="00A040D1" w:rsidP="0047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リュウミンライト−ＫＬ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0D1" w:rsidRDefault="00A040D1" w:rsidP="0047317A">
      <w:r>
        <w:separator/>
      </w:r>
    </w:p>
  </w:footnote>
  <w:footnote w:type="continuationSeparator" w:id="0">
    <w:p w:rsidR="00A040D1" w:rsidRDefault="00A040D1" w:rsidP="00473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numFmt w:val="bullet"/>
      <w:lvlText w:val="□"/>
      <w:lvlJc w:val="left"/>
      <w:pPr>
        <w:tabs>
          <w:tab w:val="num" w:pos="220"/>
        </w:tabs>
        <w:ind w:left="220" w:hanging="220"/>
      </w:pPr>
      <w:rPr>
        <w:rFonts w:hint="eastAsia"/>
      </w:rPr>
    </w:lvl>
  </w:abstractNum>
  <w:abstractNum w:abstractNumId="1" w15:restartNumberingAfterBreak="0">
    <w:nsid w:val="22497A54"/>
    <w:multiLevelType w:val="hybridMultilevel"/>
    <w:tmpl w:val="7F06A3CC"/>
    <w:lvl w:ilvl="0" w:tplc="F08234E4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58E1DFC"/>
    <w:multiLevelType w:val="hybridMultilevel"/>
    <w:tmpl w:val="024A2F2C"/>
    <w:lvl w:ilvl="0" w:tplc="8E6C3D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209"/>
  <w:drawingGridVerticalSpacing w:val="307"/>
  <w:displayHorizontalDrawingGridEvery w:val="0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7A"/>
    <w:rsid w:val="00001F73"/>
    <w:rsid w:val="0000267E"/>
    <w:rsid w:val="000209AC"/>
    <w:rsid w:val="0002158A"/>
    <w:rsid w:val="00031D33"/>
    <w:rsid w:val="0004693B"/>
    <w:rsid w:val="0005398F"/>
    <w:rsid w:val="00053DFF"/>
    <w:rsid w:val="000603C0"/>
    <w:rsid w:val="00063D61"/>
    <w:rsid w:val="000B13F5"/>
    <w:rsid w:val="000C158C"/>
    <w:rsid w:val="000C2C83"/>
    <w:rsid w:val="000C634C"/>
    <w:rsid w:val="000E37C7"/>
    <w:rsid w:val="00115FEF"/>
    <w:rsid w:val="00123475"/>
    <w:rsid w:val="00131E80"/>
    <w:rsid w:val="001B397A"/>
    <w:rsid w:val="001C3770"/>
    <w:rsid w:val="001C3F07"/>
    <w:rsid w:val="001C5291"/>
    <w:rsid w:val="001D5252"/>
    <w:rsid w:val="0025073F"/>
    <w:rsid w:val="00256E3D"/>
    <w:rsid w:val="00263DBA"/>
    <w:rsid w:val="0026475D"/>
    <w:rsid w:val="002C281B"/>
    <w:rsid w:val="002C29C1"/>
    <w:rsid w:val="002E54ED"/>
    <w:rsid w:val="002F51D3"/>
    <w:rsid w:val="00300D81"/>
    <w:rsid w:val="00307F96"/>
    <w:rsid w:val="00332056"/>
    <w:rsid w:val="00343201"/>
    <w:rsid w:val="00352718"/>
    <w:rsid w:val="00392871"/>
    <w:rsid w:val="003A1E83"/>
    <w:rsid w:val="003B7A3B"/>
    <w:rsid w:val="003C01C4"/>
    <w:rsid w:val="003D5FC7"/>
    <w:rsid w:val="003E03D4"/>
    <w:rsid w:val="003F6AC2"/>
    <w:rsid w:val="003F74AC"/>
    <w:rsid w:val="00415640"/>
    <w:rsid w:val="00431371"/>
    <w:rsid w:val="00435227"/>
    <w:rsid w:val="00440F71"/>
    <w:rsid w:val="004570F4"/>
    <w:rsid w:val="0047317A"/>
    <w:rsid w:val="0048635E"/>
    <w:rsid w:val="004A20FD"/>
    <w:rsid w:val="004C3024"/>
    <w:rsid w:val="004D46DE"/>
    <w:rsid w:val="004E4820"/>
    <w:rsid w:val="004E4E9F"/>
    <w:rsid w:val="004F450A"/>
    <w:rsid w:val="005007D2"/>
    <w:rsid w:val="00514096"/>
    <w:rsid w:val="005801E8"/>
    <w:rsid w:val="0058329C"/>
    <w:rsid w:val="00584EAE"/>
    <w:rsid w:val="00585435"/>
    <w:rsid w:val="005B3F69"/>
    <w:rsid w:val="005B5F02"/>
    <w:rsid w:val="005C1027"/>
    <w:rsid w:val="005D266D"/>
    <w:rsid w:val="005D5742"/>
    <w:rsid w:val="005E7F2D"/>
    <w:rsid w:val="00614057"/>
    <w:rsid w:val="006250ED"/>
    <w:rsid w:val="006340A6"/>
    <w:rsid w:val="00637653"/>
    <w:rsid w:val="00640908"/>
    <w:rsid w:val="00656C27"/>
    <w:rsid w:val="00657A1D"/>
    <w:rsid w:val="00671096"/>
    <w:rsid w:val="006E16E8"/>
    <w:rsid w:val="006F0332"/>
    <w:rsid w:val="006F1E0A"/>
    <w:rsid w:val="00702135"/>
    <w:rsid w:val="0070630E"/>
    <w:rsid w:val="007422DC"/>
    <w:rsid w:val="007562A9"/>
    <w:rsid w:val="007564A2"/>
    <w:rsid w:val="007578AD"/>
    <w:rsid w:val="007628C2"/>
    <w:rsid w:val="007856A6"/>
    <w:rsid w:val="007A7547"/>
    <w:rsid w:val="007B37C2"/>
    <w:rsid w:val="007C0958"/>
    <w:rsid w:val="007E1596"/>
    <w:rsid w:val="007F2679"/>
    <w:rsid w:val="007F49A0"/>
    <w:rsid w:val="007F7F71"/>
    <w:rsid w:val="008026DA"/>
    <w:rsid w:val="00831773"/>
    <w:rsid w:val="00862BC5"/>
    <w:rsid w:val="00890D19"/>
    <w:rsid w:val="008A7EF2"/>
    <w:rsid w:val="008B747D"/>
    <w:rsid w:val="008C5091"/>
    <w:rsid w:val="008C6637"/>
    <w:rsid w:val="008E23C4"/>
    <w:rsid w:val="008F2A0E"/>
    <w:rsid w:val="008F2C15"/>
    <w:rsid w:val="008F7540"/>
    <w:rsid w:val="009213DE"/>
    <w:rsid w:val="00921B1C"/>
    <w:rsid w:val="00930A1D"/>
    <w:rsid w:val="00931B83"/>
    <w:rsid w:val="009467B0"/>
    <w:rsid w:val="00952741"/>
    <w:rsid w:val="00964C12"/>
    <w:rsid w:val="00971078"/>
    <w:rsid w:val="0098355B"/>
    <w:rsid w:val="009A360A"/>
    <w:rsid w:val="009F4DE3"/>
    <w:rsid w:val="009F7BBD"/>
    <w:rsid w:val="00A03E04"/>
    <w:rsid w:val="00A040D1"/>
    <w:rsid w:val="00A0617A"/>
    <w:rsid w:val="00A12E35"/>
    <w:rsid w:val="00A2592C"/>
    <w:rsid w:val="00A3010F"/>
    <w:rsid w:val="00A51041"/>
    <w:rsid w:val="00A72CD4"/>
    <w:rsid w:val="00A76DDC"/>
    <w:rsid w:val="00A863E7"/>
    <w:rsid w:val="00A878F1"/>
    <w:rsid w:val="00A9534A"/>
    <w:rsid w:val="00A95DE8"/>
    <w:rsid w:val="00A9740A"/>
    <w:rsid w:val="00AC01B2"/>
    <w:rsid w:val="00AD16B9"/>
    <w:rsid w:val="00AE52B8"/>
    <w:rsid w:val="00B04454"/>
    <w:rsid w:val="00B10577"/>
    <w:rsid w:val="00B20FF7"/>
    <w:rsid w:val="00B445F8"/>
    <w:rsid w:val="00B47AC4"/>
    <w:rsid w:val="00B50DC5"/>
    <w:rsid w:val="00B50DD4"/>
    <w:rsid w:val="00B51C79"/>
    <w:rsid w:val="00B533D3"/>
    <w:rsid w:val="00B60DFD"/>
    <w:rsid w:val="00B93B68"/>
    <w:rsid w:val="00B976C8"/>
    <w:rsid w:val="00BA6921"/>
    <w:rsid w:val="00BC705E"/>
    <w:rsid w:val="00BD1777"/>
    <w:rsid w:val="00BD199C"/>
    <w:rsid w:val="00BD3985"/>
    <w:rsid w:val="00C07B01"/>
    <w:rsid w:val="00C14BC4"/>
    <w:rsid w:val="00C1679C"/>
    <w:rsid w:val="00C17374"/>
    <w:rsid w:val="00C51B19"/>
    <w:rsid w:val="00C53978"/>
    <w:rsid w:val="00C62F45"/>
    <w:rsid w:val="00C64146"/>
    <w:rsid w:val="00C7095A"/>
    <w:rsid w:val="00C8701D"/>
    <w:rsid w:val="00C94A8C"/>
    <w:rsid w:val="00C97282"/>
    <w:rsid w:val="00CF33DD"/>
    <w:rsid w:val="00D1608B"/>
    <w:rsid w:val="00D16319"/>
    <w:rsid w:val="00D331EB"/>
    <w:rsid w:val="00D524B9"/>
    <w:rsid w:val="00D63BF7"/>
    <w:rsid w:val="00D749A5"/>
    <w:rsid w:val="00D76229"/>
    <w:rsid w:val="00D76A4B"/>
    <w:rsid w:val="00DA60BF"/>
    <w:rsid w:val="00DD019C"/>
    <w:rsid w:val="00DD06A5"/>
    <w:rsid w:val="00DE65E4"/>
    <w:rsid w:val="00DE673D"/>
    <w:rsid w:val="00E00117"/>
    <w:rsid w:val="00E03FBC"/>
    <w:rsid w:val="00E116D0"/>
    <w:rsid w:val="00E23832"/>
    <w:rsid w:val="00E625B3"/>
    <w:rsid w:val="00E6520B"/>
    <w:rsid w:val="00E769E7"/>
    <w:rsid w:val="00E93639"/>
    <w:rsid w:val="00E96891"/>
    <w:rsid w:val="00EA61CD"/>
    <w:rsid w:val="00EB33D5"/>
    <w:rsid w:val="00ED6819"/>
    <w:rsid w:val="00EE1CF1"/>
    <w:rsid w:val="00F01636"/>
    <w:rsid w:val="00F026A0"/>
    <w:rsid w:val="00F05A8B"/>
    <w:rsid w:val="00F2387B"/>
    <w:rsid w:val="00F35B79"/>
    <w:rsid w:val="00F41EEC"/>
    <w:rsid w:val="00F435EB"/>
    <w:rsid w:val="00F44BD8"/>
    <w:rsid w:val="00F64CEB"/>
    <w:rsid w:val="00FA0888"/>
    <w:rsid w:val="00FD5140"/>
    <w:rsid w:val="00FD6A69"/>
    <w:rsid w:val="00FE44BF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082A8AF2-CA45-42C5-9BBA-7B70795C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リュウミンライト−ＫＬ" w:eastAsia="リュウミンライト−ＫＬ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link w:val="a7"/>
    <w:semiHidden/>
    <w:pPr>
      <w:jc w:val="right"/>
    </w:pPr>
    <w:rPr>
      <w:sz w:val="24"/>
    </w:rPr>
  </w:style>
  <w:style w:type="paragraph" w:styleId="a8">
    <w:name w:val="Body Text Indent"/>
    <w:basedOn w:val="a"/>
    <w:semiHidden/>
    <w:pPr>
      <w:ind w:left="420" w:hangingChars="200" w:hanging="420"/>
    </w:pPr>
    <w:rPr>
      <w:rFonts w:ascii="ＭＳ 明朝" w:eastAsia="ＭＳ 明朝" w:hAnsi="ＭＳ 明朝"/>
      <w:sz w:val="21"/>
      <w:szCs w:val="21"/>
    </w:rPr>
  </w:style>
  <w:style w:type="paragraph" w:styleId="2">
    <w:name w:val="Body Text Indent 2"/>
    <w:basedOn w:val="a"/>
    <w:semiHidden/>
    <w:pPr>
      <w:ind w:leftChars="33" w:left="310" w:hangingChars="100" w:hanging="233"/>
      <w:jc w:val="left"/>
    </w:pPr>
    <w:rPr>
      <w:rFonts w:ascii="ＭＳ ゴシック" w:eastAsia="ＭＳ ゴシック" w:hAnsi="Century"/>
      <w:b/>
      <w:bCs/>
      <w:spacing w:val="8"/>
      <w:kern w:val="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7317A"/>
    <w:rPr>
      <w:rFonts w:ascii="リュウミンライト−ＫＬ" w:eastAsia="リュウミンライト−ＫＬ"/>
      <w:kern w:val="2"/>
    </w:rPr>
  </w:style>
  <w:style w:type="paragraph" w:styleId="ab">
    <w:name w:val="footer"/>
    <w:basedOn w:val="a"/>
    <w:link w:val="ac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7317A"/>
    <w:rPr>
      <w:rFonts w:ascii="リュウミンライト−ＫＬ" w:eastAsia="リュウミンライト−ＫＬ"/>
      <w:kern w:val="2"/>
    </w:rPr>
  </w:style>
  <w:style w:type="table" w:styleId="ad">
    <w:name w:val="Table Grid"/>
    <w:basedOn w:val="a1"/>
    <w:uiPriority w:val="59"/>
    <w:rsid w:val="00656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uiPriority w:val="99"/>
    <w:semiHidden/>
    <w:unhideWhenUsed/>
    <w:rsid w:val="00656C27"/>
  </w:style>
  <w:style w:type="character" w:customStyle="1" w:styleId="af">
    <w:name w:val="日付 (文字)"/>
    <w:link w:val="ae"/>
    <w:uiPriority w:val="99"/>
    <w:semiHidden/>
    <w:rsid w:val="00656C27"/>
    <w:rPr>
      <w:rFonts w:ascii="リュウミンライト−ＫＬ" w:eastAsia="リュウミンライト−ＫＬ"/>
      <w:kern w:val="2"/>
    </w:rPr>
  </w:style>
  <w:style w:type="paragraph" w:styleId="af0">
    <w:name w:val="Balloon Text"/>
    <w:basedOn w:val="a"/>
    <w:link w:val="af1"/>
    <w:uiPriority w:val="99"/>
    <w:semiHidden/>
    <w:unhideWhenUsed/>
    <w:rsid w:val="00D1631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D1631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結語 (文字)"/>
    <w:link w:val="a6"/>
    <w:semiHidden/>
    <w:rsid w:val="00440F71"/>
    <w:rPr>
      <w:rFonts w:ascii="リュウミンライト−ＫＬ" w:eastAsia="リュウミンライト−ＫＬ"/>
      <w:kern w:val="2"/>
      <w:sz w:val="24"/>
    </w:rPr>
  </w:style>
  <w:style w:type="character" w:styleId="af2">
    <w:name w:val="Hyperlink"/>
    <w:uiPriority w:val="99"/>
    <w:unhideWhenUsed/>
    <w:rsid w:val="007063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65320;&#65297;&#65303;&#36215;&#26696;&#27096;&#24335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Ｈ１７起案様式</Template>
  <TotalTime>8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様式第7号（第11条関係）</vt:lpstr>
      <vt:lpstr>様式第7号（第11条関係）</vt:lpstr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様式第7号（第11条関係）</dc:title>
  <dc:creator>学校調整課</dc:creator>
  <cp:lastModifiedBy>061596</cp:lastModifiedBy>
  <cp:revision>11</cp:revision>
  <cp:lastPrinted>2021-07-29T01:22:00Z</cp:lastPrinted>
  <dcterms:created xsi:type="dcterms:W3CDTF">2019-08-08T06:40:00Z</dcterms:created>
  <dcterms:modified xsi:type="dcterms:W3CDTF">2022-08-02T21:41:00Z</dcterms:modified>
</cp:coreProperties>
</file>